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02D7131D" w:rsidR="006163B5" w:rsidRPr="00843776" w:rsidRDefault="007C1B99" w:rsidP="004F19C6">
      <w:pPr>
        <w:pStyle w:val="Titredudocument"/>
      </w:pPr>
      <w:r w:rsidRPr="00843776">
        <w:t xml:space="preserve">Fiche </w:t>
      </w:r>
      <w:r w:rsidR="001F2E5B" w:rsidRPr="00843776">
        <w:t>élève</w:t>
      </w:r>
      <w:r w:rsidR="003C0FA7" w:rsidRPr="00843776">
        <w:t> :</w:t>
      </w:r>
      <w:r w:rsidR="00CC764B" w:rsidRPr="00843776">
        <w:t xml:space="preserve"> </w:t>
      </w:r>
      <w:r w:rsidR="003C0FA7" w:rsidRPr="00843776">
        <w:t>«</w:t>
      </w:r>
      <w:r w:rsidR="00C11F14">
        <w:t> </w:t>
      </w:r>
      <w:r w:rsidR="003C0FA7" w:rsidRPr="00843776">
        <w:t xml:space="preserve">Je </w:t>
      </w:r>
      <w:r w:rsidR="007C1DE5" w:rsidRPr="00843776">
        <w:t>comprends</w:t>
      </w:r>
      <w:r w:rsidR="00C11F14">
        <w:t> </w:t>
      </w:r>
      <w:r w:rsidR="003C0FA7" w:rsidRPr="00843776">
        <w:t xml:space="preserve">» </w:t>
      </w:r>
      <w:r w:rsidR="00CC764B" w:rsidRPr="00843776">
        <w:t>(</w:t>
      </w:r>
      <w:r w:rsidR="003C0FA7" w:rsidRPr="00843776">
        <w:t>C</w:t>
      </w:r>
      <w:r w:rsidR="0087285D" w:rsidRPr="00843776">
        <w:t>3</w:t>
      </w:r>
      <w:r w:rsidR="00CC764B" w:rsidRPr="00843776">
        <w:t>)</w:t>
      </w:r>
    </w:p>
    <w:p w14:paraId="0B526149" w14:textId="2AA637D9" w:rsidR="006163B5" w:rsidRPr="00843776" w:rsidRDefault="007C1B99" w:rsidP="004F19C6">
      <w:pPr>
        <w:pStyle w:val="Encartgras"/>
        <w:rPr>
          <w:rFonts w:eastAsiaTheme="minorHAnsi"/>
          <w:i/>
        </w:rPr>
      </w:pPr>
      <w:r w:rsidRPr="00843776">
        <w:rPr>
          <w:bCs/>
        </w:rPr>
        <w:t>Domaine</w:t>
      </w:r>
      <w:r w:rsidR="00C11F14">
        <w:rPr>
          <w:bCs/>
        </w:rPr>
        <w:t> </w:t>
      </w:r>
      <w:r w:rsidRPr="00843776">
        <w:rPr>
          <w:bCs/>
        </w:rPr>
        <w:t xml:space="preserve">: </w:t>
      </w:r>
      <w:r w:rsidRPr="00843776">
        <w:rPr>
          <w:rFonts w:eastAsiaTheme="minorHAnsi"/>
        </w:rPr>
        <w:t>Nombres et calculs</w:t>
      </w:r>
    </w:p>
    <w:p w14:paraId="7720B59A" w14:textId="74906124" w:rsidR="00193EC9" w:rsidRPr="00843776" w:rsidRDefault="007C1B99" w:rsidP="004F19C6">
      <w:pPr>
        <w:pStyle w:val="Encartgras"/>
        <w:rPr>
          <w:rFonts w:eastAsiaTheme="minorHAnsi"/>
        </w:rPr>
      </w:pPr>
      <w:r w:rsidRPr="00843776">
        <w:t xml:space="preserve">Sous thème : </w:t>
      </w:r>
      <w:r w:rsidR="00C46165" w:rsidRPr="00843776">
        <w:rPr>
          <w:rFonts w:eastAsiaTheme="minorHAnsi"/>
        </w:rPr>
        <w:t>Calcul littéral</w:t>
      </w:r>
      <w:r w:rsidR="0084370F" w:rsidRPr="00843776">
        <w:rPr>
          <w:rFonts w:eastAsiaTheme="minorHAnsi"/>
        </w:rPr>
        <w:t xml:space="preserve"> – </w:t>
      </w:r>
      <w:r w:rsidR="002669FE" w:rsidRPr="00843776">
        <w:rPr>
          <w:rFonts w:eastAsiaTheme="minorHAnsi"/>
        </w:rPr>
        <w:t>Ré</w:t>
      </w:r>
      <w:r w:rsidR="0084370F" w:rsidRPr="00843776">
        <w:rPr>
          <w:rFonts w:eastAsiaTheme="minorHAnsi"/>
        </w:rPr>
        <w:t>duction d’expressions</w:t>
      </w:r>
      <w:r w:rsidR="009D0F8E" w:rsidRPr="00843776">
        <w:rPr>
          <w:rFonts w:eastAsiaTheme="minorHAnsi"/>
        </w:rPr>
        <w:t xml:space="preserve"> – </w:t>
      </w:r>
      <w:r w:rsidR="002669FE" w:rsidRPr="00843776">
        <w:rPr>
          <w:rFonts w:eastAsiaTheme="minorHAnsi"/>
        </w:rPr>
        <w:t>Substitution</w:t>
      </w:r>
    </w:p>
    <w:p w14:paraId="19D89F34" w14:textId="789130E3" w:rsidR="009D0F8E" w:rsidRPr="00843776" w:rsidRDefault="004F19C6" w:rsidP="004F19C6">
      <w:pPr>
        <w:pStyle w:val="Titre1"/>
        <w:rPr>
          <w:sz w:val="24"/>
        </w:rPr>
      </w:pPr>
      <w:r>
        <w:t>Je comprends</w:t>
      </w:r>
    </w:p>
    <w:p w14:paraId="76CF5C4D" w14:textId="7419285B" w:rsidR="00A70EC6" w:rsidRPr="00843776" w:rsidRDefault="0091771A" w:rsidP="0091771A">
      <w:pPr>
        <w:pStyle w:val="Paragraphedeliste"/>
        <w:numPr>
          <w:ilvl w:val="0"/>
          <w:numId w:val="32"/>
        </w:numPr>
        <w:spacing w:after="0"/>
      </w:pPr>
      <w:r w:rsidRPr="00843776">
        <w:t>Dans une expression littérale, la lettre (</w:t>
      </w:r>
      <m:oMath>
        <m:r>
          <w:rPr>
            <w:rFonts w:ascii="Cambria Math" w:hAnsi="Cambria Math"/>
          </w:rPr>
          <m:t>x</m:t>
        </m:r>
      </m:oMath>
      <w:r w:rsidR="00711FFC" w:rsidRPr="00843776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y</m:t>
        </m:r>
      </m:oMath>
      <w:r w:rsidR="00711FFC" w:rsidRPr="00843776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n</m:t>
        </m:r>
      </m:oMath>
      <w:r w:rsidR="00711FFC" w:rsidRPr="00843776">
        <w:rPr>
          <w:rFonts w:eastAsiaTheme="minorEastAsia"/>
        </w:rPr>
        <w:t>, …) remplace un nombre et peut prendre n’importe quelle valeur.</w:t>
      </w:r>
    </w:p>
    <w:p w14:paraId="788F4E7B" w14:textId="78D1DB81" w:rsidR="00711FFC" w:rsidRPr="00843776" w:rsidRDefault="00BB1417" w:rsidP="00BB1417">
      <w:pPr>
        <w:spacing w:after="0"/>
        <w:rPr>
          <w:rFonts w:eastAsiaTheme="minorEastAsia"/>
        </w:rPr>
      </w:pPr>
      <w:r w:rsidRPr="00843776">
        <w:t xml:space="preserve">Dans l’expression </w:t>
      </w:r>
      <m:oMath>
        <m:r>
          <w:rPr>
            <w:rFonts w:ascii="Cambria Math" w:hAnsi="Cambria Math"/>
          </w:rPr>
          <m:t>A=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+2x+7</m:t>
        </m:r>
      </m:oMath>
      <w:r w:rsidRPr="00843776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x</m:t>
        </m:r>
      </m:oMath>
      <w:r w:rsidRPr="00843776">
        <w:rPr>
          <w:rFonts w:eastAsiaTheme="minorEastAsia"/>
        </w:rPr>
        <w:t xml:space="preserve"> peut valoir </w:t>
      </w:r>
      <m:oMath>
        <m:r>
          <w:rPr>
            <w:rFonts w:ascii="Cambria Math" w:eastAsiaTheme="minorEastAsia" w:hAnsi="Cambria Math"/>
          </w:rPr>
          <m:t>-5 </m:t>
        </m:r>
      </m:oMath>
      <w:r w:rsidRPr="00843776">
        <w:rPr>
          <w:rFonts w:eastAsiaTheme="minorEastAsia"/>
        </w:rPr>
        <w:t xml:space="preserve">; </w:t>
      </w:r>
      <m:oMath>
        <m:r>
          <w:rPr>
            <w:rFonts w:ascii="Cambria Math" w:eastAsiaTheme="minorEastAsia" w:hAnsi="Cambria Math"/>
          </w:rPr>
          <m:t>0 </m:t>
        </m:r>
      </m:oMath>
      <w:r w:rsidRPr="00843776">
        <w:rPr>
          <w:rFonts w:eastAsiaTheme="minorEastAsia"/>
        </w:rPr>
        <w:t xml:space="preserve">; </w:t>
      </w:r>
      <m:oMath>
        <m:r>
          <w:rPr>
            <w:rFonts w:ascii="Cambria Math" w:eastAsiaTheme="minorEastAsia" w:hAnsi="Cambria Math"/>
          </w:rPr>
          <m:t>6,5 </m:t>
        </m:r>
      </m:oMath>
      <w:r w:rsidR="00791451" w:rsidRPr="00843776">
        <w:rPr>
          <w:rFonts w:eastAsiaTheme="minorEastAsia"/>
        </w:rPr>
        <w:t>; …</w:t>
      </w:r>
    </w:p>
    <w:p w14:paraId="6DA88AFE" w14:textId="2F61C376" w:rsidR="005C00FC" w:rsidRPr="00843776" w:rsidRDefault="005C00FC" w:rsidP="005C00FC">
      <w:pPr>
        <w:pStyle w:val="Paragraphedeliste"/>
        <w:numPr>
          <w:ilvl w:val="0"/>
          <w:numId w:val="32"/>
        </w:numPr>
        <w:spacing w:after="0"/>
        <w:rPr>
          <w:rFonts w:eastAsiaTheme="minorEastAsia"/>
        </w:rPr>
      </w:pPr>
      <w:r w:rsidRPr="00843776">
        <w:rPr>
          <w:rFonts w:eastAsiaTheme="minorEastAsia"/>
        </w:rPr>
        <w:t xml:space="preserve">S’il y a plusieurs lettres dans l’expression, </w:t>
      </w:r>
      <w:r w:rsidR="009A120C" w:rsidRPr="00843776">
        <w:rPr>
          <w:rFonts w:eastAsiaTheme="minorEastAsia"/>
        </w:rPr>
        <w:t xml:space="preserve">chacune peut </w:t>
      </w:r>
      <w:r w:rsidR="001F6E7B" w:rsidRPr="00843776">
        <w:rPr>
          <w:rFonts w:eastAsiaTheme="minorEastAsia"/>
        </w:rPr>
        <w:t xml:space="preserve">avoir </w:t>
      </w:r>
      <w:r w:rsidR="00E15751" w:rsidRPr="00843776">
        <w:rPr>
          <w:rFonts w:eastAsiaTheme="minorEastAsia"/>
        </w:rPr>
        <w:t>une</w:t>
      </w:r>
      <w:r w:rsidR="001F6E7B" w:rsidRPr="00843776">
        <w:rPr>
          <w:rFonts w:eastAsiaTheme="minorEastAsia"/>
        </w:rPr>
        <w:t xml:space="preserve"> valeur différente.</w:t>
      </w:r>
    </w:p>
    <w:p w14:paraId="4DE37DC6" w14:textId="6714BDA6" w:rsidR="00791451" w:rsidRPr="00843776" w:rsidRDefault="00843776" w:rsidP="004A377B">
      <w:pPr>
        <w:pStyle w:val="Paragraphedeliste"/>
        <w:numPr>
          <w:ilvl w:val="0"/>
          <w:numId w:val="32"/>
        </w:numPr>
      </w:pPr>
      <w:r w:rsidRPr="008437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F4500" wp14:editId="28FFA890">
                <wp:simplePos x="0" y="0"/>
                <wp:positionH relativeFrom="margin">
                  <wp:posOffset>4772025</wp:posOffset>
                </wp:positionH>
                <wp:positionV relativeFrom="paragraph">
                  <wp:posOffset>304165</wp:posOffset>
                </wp:positionV>
                <wp:extent cx="2038350" cy="923925"/>
                <wp:effectExtent l="781050" t="0" r="19050" b="47625"/>
                <wp:wrapNone/>
                <wp:docPr id="1542594048" name="Phylactère : pensé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23925"/>
                        </a:xfrm>
                        <a:prstGeom prst="cloudCallout">
                          <a:avLst>
                            <a:gd name="adj1" fmla="val -86463"/>
                            <a:gd name="adj2" fmla="val -1764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53D60" w14:textId="5E39F7CA" w:rsidR="002B3AD0" w:rsidRPr="00107512" w:rsidRDefault="002B3AD0" w:rsidP="00107512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4A377B"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  <w:t>On respecte</w:t>
                            </w:r>
                            <w:r w:rsidR="00107512" w:rsidRPr="004A377B"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  <w:t xml:space="preserve"> </w:t>
                            </w:r>
                            <w:r w:rsidRPr="004A377B"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  <w:t>les règles de priorité</w:t>
                            </w:r>
                            <w:r w:rsidR="00107512" w:rsidRPr="004A377B"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  <w:t xml:space="preserve"> des opérations</w:t>
                            </w:r>
                            <w:r w:rsidRPr="00107512"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  <w:t>.</w:t>
                            </w:r>
                          </w:p>
                          <w:p w14:paraId="0E783260" w14:textId="77777777" w:rsidR="002B3AD0" w:rsidRDefault="002B3AD0" w:rsidP="002B3A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F450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hylactère : pensées 1" o:spid="_x0000_s1026" type="#_x0000_t106" style="position:absolute;left:0;text-align:left;margin-left:375.75pt;margin-top:23.95pt;width:16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" adj="-7876,6988" fillcolor="white [3212]" strokecolor="#091723 [484]" strokeweight="1pt">
                <v:stroke joinstyle="miter"/>
                <v:textbox>
                  <w:txbxContent>
                    <w:p w14:paraId="18753D60" w14:textId="5E39F7CA" w:rsidR="002B3AD0" w:rsidRPr="00107512" w:rsidRDefault="002B3AD0" w:rsidP="00107512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4A377B"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  <w:t>On respecte</w:t>
                      </w:r>
                      <w:r w:rsidR="00107512" w:rsidRPr="004A377B"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  <w:t xml:space="preserve"> </w:t>
                      </w:r>
                      <w:r w:rsidRPr="004A377B"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  <w:t>les règles de priorité</w:t>
                      </w:r>
                      <w:r w:rsidR="00107512" w:rsidRPr="004A377B"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  <w:t xml:space="preserve"> des opérations</w:t>
                      </w:r>
                      <w:r w:rsidRPr="00107512"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  <w:t>.</w:t>
                      </w:r>
                    </w:p>
                    <w:p w14:paraId="0E783260" w14:textId="77777777" w:rsidR="002B3AD0" w:rsidRDefault="002B3AD0" w:rsidP="002B3AD0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1451" w:rsidRPr="00843776">
        <w:t xml:space="preserve">Si </w:t>
      </w:r>
      <w:r w:rsidR="00154E12" w:rsidRPr="00843776">
        <w:t xml:space="preserve">l’on choisit de calculer la valeur de </w:t>
      </w:r>
      <w:r w:rsidR="00EC2FE0" w:rsidRPr="00843776">
        <w:t xml:space="preserve">l’expression </w:t>
      </w:r>
      <m:oMath>
        <m:r>
          <w:rPr>
            <w:rFonts w:ascii="Cambria Math" w:hAnsi="Cambria Math"/>
          </w:rPr>
          <m:t>A</m:t>
        </m:r>
      </m:oMath>
      <w:r w:rsidR="00EC2FE0" w:rsidRPr="00843776">
        <w:rPr>
          <w:rFonts w:eastAsiaTheme="minorEastAsia"/>
        </w:rPr>
        <w:t xml:space="preserve"> lorsque </w:t>
      </w:r>
      <m:oMath>
        <m:r>
          <w:rPr>
            <w:rFonts w:ascii="Cambria Math" w:eastAsiaTheme="minorEastAsia" w:hAnsi="Cambria Math"/>
          </w:rPr>
          <m:t>x=3</m:t>
        </m:r>
      </m:oMath>
      <w:r w:rsidR="00EC2FE0" w:rsidRPr="00843776">
        <w:rPr>
          <w:rFonts w:eastAsiaTheme="minorEastAsia"/>
        </w:rPr>
        <w:t xml:space="preserve">, alors </w:t>
      </w:r>
      <w:r w:rsidR="00F163CE" w:rsidRPr="00843776">
        <w:rPr>
          <w:rFonts w:eastAsiaTheme="minorEastAsia"/>
        </w:rPr>
        <w:t xml:space="preserve">on remplace </w:t>
      </w:r>
      <m:oMath>
        <m:r>
          <w:rPr>
            <w:rFonts w:ascii="Cambria Math" w:eastAsiaTheme="minorEastAsia" w:hAnsi="Cambria Math"/>
          </w:rPr>
          <m:t>x</m:t>
        </m:r>
      </m:oMath>
      <w:r w:rsidR="00F163CE" w:rsidRPr="00843776">
        <w:rPr>
          <w:rFonts w:eastAsiaTheme="minorEastAsia"/>
        </w:rPr>
        <w:t xml:space="preserve"> par </w:t>
      </w:r>
      <m:oMath>
        <m:r>
          <w:rPr>
            <w:rFonts w:ascii="Cambria Math" w:eastAsiaTheme="minorEastAsia" w:hAnsi="Cambria Math"/>
          </w:rPr>
          <m:t>3</m:t>
        </m:r>
      </m:oMath>
      <w:r w:rsidR="00F163CE" w:rsidRPr="00843776">
        <w:rPr>
          <w:rFonts w:eastAsiaTheme="minorEastAsia"/>
        </w:rPr>
        <w:t xml:space="preserve"> dans </w:t>
      </w:r>
      <m:oMath>
        <m:r>
          <w:rPr>
            <w:rFonts w:ascii="Cambria Math" w:eastAsiaTheme="minorEastAsia" w:hAnsi="Cambria Math"/>
          </w:rPr>
          <m:t>x²</m:t>
        </m:r>
      </m:oMath>
      <w:r w:rsidR="006E3C9A" w:rsidRPr="00843776">
        <w:rPr>
          <w:rFonts w:eastAsiaTheme="minorEastAsia"/>
        </w:rPr>
        <w:t>, mais aussi dans 2</w:t>
      </w:r>
      <m:oMath>
        <m:r>
          <w:rPr>
            <w:rFonts w:ascii="Cambria Math" w:eastAsiaTheme="minorEastAsia" w:hAnsi="Cambria Math"/>
          </w:rPr>
          <m:t>x</m:t>
        </m:r>
      </m:oMath>
      <w:r w:rsidR="006E3C9A" w:rsidRPr="00843776">
        <w:rPr>
          <w:rFonts w:eastAsiaTheme="minorEastAsia"/>
        </w:rPr>
        <w:t>.</w:t>
      </w:r>
    </w:p>
    <w:p w14:paraId="4ED84095" w14:textId="18B15BA0" w:rsidR="006E3C9A" w:rsidRPr="00843776" w:rsidRDefault="006E3C9A" w:rsidP="006E3C9A">
      <w:pPr>
        <w:spacing w:after="0"/>
        <w:rPr>
          <w:rFonts w:eastAsiaTheme="minorEastAsia"/>
        </w:rPr>
      </w:pPr>
      <w:r w:rsidRPr="00843776">
        <w:t xml:space="preserve">Pour </w:t>
      </w:r>
      <m:oMath>
        <m:r>
          <w:rPr>
            <w:rFonts w:ascii="Cambria Math" w:hAnsi="Cambria Math"/>
          </w:rPr>
          <m:t>x=3 </m:t>
        </m:r>
      </m:oMath>
      <w:r w:rsidR="0087465C" w:rsidRPr="00843776">
        <w:rPr>
          <w:rFonts w:eastAsiaTheme="minorEastAsia"/>
        </w:rPr>
        <w:t>;</w:t>
      </w:r>
      <w:r w:rsidRPr="00843776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990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9900"/>
              </w:rPr>
              <m:t>x</m:t>
            </m:r>
            <m:r>
              <w:rPr>
                <w:rFonts w:ascii="Cambria Math" w:eastAsiaTheme="minorEastAsia" w:hAnsi="Cambria Math"/>
              </w:rPr>
              <m:t>+7=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9900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</m:t>
        </m:r>
        <m:r>
          <w:rPr>
            <w:rFonts w:ascii="Cambria Math" w:eastAsiaTheme="minorEastAsia" w:hAnsi="Cambria Math"/>
            <w:color w:val="C00000"/>
          </w:rPr>
          <m:t>×</m:t>
        </m:r>
        <m:r>
          <m:rPr>
            <m:sty m:val="bi"/>
          </m:rPr>
          <w:rPr>
            <w:rFonts w:ascii="Cambria Math" w:eastAsiaTheme="minorEastAsia" w:hAnsi="Cambria Math"/>
            <w:color w:val="FF9900"/>
          </w:rPr>
          <m:t>3</m:t>
        </m:r>
        <m:r>
          <w:rPr>
            <w:rFonts w:ascii="Cambria Math" w:eastAsiaTheme="minorEastAsia" w:hAnsi="Cambria Math"/>
          </w:rPr>
          <m:t>+7=9+6+7=22</m:t>
        </m:r>
      </m:oMath>
    </w:p>
    <w:p w14:paraId="5AD99B07" w14:textId="7EACFE48" w:rsidR="00107512" w:rsidRPr="00843776" w:rsidRDefault="00107512" w:rsidP="004A377B">
      <w:pPr>
        <w:spacing w:before="240" w:after="0"/>
        <w:rPr>
          <w:rFonts w:eastAsiaTheme="minorEastAsia"/>
        </w:rPr>
      </w:pPr>
      <w:r w:rsidRPr="00843776">
        <w:t xml:space="preserve">Pour </w:t>
      </w:r>
      <m:oMath>
        <m:r>
          <w:rPr>
            <w:rFonts w:ascii="Cambria Math" w:hAnsi="Cambria Math"/>
          </w:rPr>
          <m:t>x=0 </m:t>
        </m:r>
      </m:oMath>
      <w:r w:rsidRPr="00843776">
        <w:rPr>
          <w:rFonts w:eastAsiaTheme="minorEastAsia"/>
        </w:rPr>
        <w:t>;</w:t>
      </w:r>
      <w:r w:rsidR="0087465C" w:rsidRPr="00843776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990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9900"/>
              </w:rPr>
              <m:t>x</m:t>
            </m:r>
            <m:r>
              <w:rPr>
                <w:rFonts w:ascii="Cambria Math" w:eastAsiaTheme="minorEastAsia" w:hAnsi="Cambria Math"/>
              </w:rPr>
              <m:t>+7=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9900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</m:t>
        </m:r>
        <m:r>
          <w:rPr>
            <w:rFonts w:ascii="Cambria Math" w:eastAsiaTheme="minorEastAsia" w:hAnsi="Cambria Math"/>
            <w:color w:val="C00000"/>
          </w:rPr>
          <m:t>×</m:t>
        </m:r>
        <m:r>
          <m:rPr>
            <m:sty m:val="bi"/>
          </m:rPr>
          <w:rPr>
            <w:rFonts w:ascii="Cambria Math" w:eastAsiaTheme="minorEastAsia" w:hAnsi="Cambria Math"/>
            <w:color w:val="FF9900"/>
          </w:rPr>
          <m:t>0</m:t>
        </m:r>
        <m:r>
          <w:rPr>
            <w:rFonts w:ascii="Cambria Math" w:eastAsiaTheme="minorEastAsia" w:hAnsi="Cambria Math"/>
          </w:rPr>
          <m:t>+7=0+0+7=7</m:t>
        </m:r>
      </m:oMath>
    </w:p>
    <w:p w14:paraId="06D0CEF7" w14:textId="4B995C6B" w:rsidR="0087465C" w:rsidRPr="00843776" w:rsidRDefault="0087465C" w:rsidP="004A377B">
      <w:pPr>
        <w:spacing w:before="240" w:after="0"/>
        <w:rPr>
          <w:rFonts w:eastAsiaTheme="minorEastAsia"/>
        </w:rPr>
      </w:pPr>
      <w:r w:rsidRPr="00843776">
        <w:rPr>
          <w:rFonts w:eastAsiaTheme="minorEastAsia"/>
        </w:rPr>
        <w:t xml:space="preserve">La valeur de l’expression </w:t>
      </w:r>
      <m:oMath>
        <m:r>
          <w:rPr>
            <w:rFonts w:ascii="Cambria Math" w:eastAsiaTheme="minorEastAsia" w:hAnsi="Cambria Math"/>
          </w:rPr>
          <m:t>A</m:t>
        </m:r>
      </m:oMath>
      <w:r w:rsidRPr="00843776">
        <w:rPr>
          <w:rFonts w:eastAsiaTheme="minorEastAsia"/>
        </w:rPr>
        <w:t xml:space="preserve"> varie lorsque la valeur </w:t>
      </w:r>
      <w:r w:rsidR="005C00FC" w:rsidRPr="00843776">
        <w:rPr>
          <w:rFonts w:eastAsiaTheme="minorEastAsia"/>
        </w:rPr>
        <w:t xml:space="preserve">de </w:t>
      </w:r>
      <m:oMath>
        <m:r>
          <w:rPr>
            <w:rFonts w:ascii="Cambria Math" w:eastAsiaTheme="minorEastAsia" w:hAnsi="Cambria Math"/>
          </w:rPr>
          <m:t>x</m:t>
        </m:r>
      </m:oMath>
      <w:r w:rsidR="005C00FC" w:rsidRPr="00843776">
        <w:rPr>
          <w:rFonts w:eastAsiaTheme="minorEastAsia"/>
        </w:rPr>
        <w:t xml:space="preserve"> varie elle aussi.</w:t>
      </w:r>
    </w:p>
    <w:p w14:paraId="46C4CB15" w14:textId="77777777" w:rsidR="004F19C6" w:rsidRDefault="004F19C6" w:rsidP="004F19C6">
      <w:pPr>
        <w:pStyle w:val="Titre1"/>
        <w:spacing w:before="100" w:after="100"/>
      </w:pPr>
      <w:r>
        <w:t>Je m’exerce</w:t>
      </w:r>
    </w:p>
    <w:p w14:paraId="5B473622" w14:textId="7202DBF4" w:rsidR="009B47D2" w:rsidRPr="00843776" w:rsidRDefault="0074206B" w:rsidP="004A377B">
      <w:pPr>
        <w:pStyle w:val="Titre2"/>
        <w:rPr>
          <w:szCs w:val="24"/>
        </w:rPr>
      </w:pPr>
      <w:r w:rsidRPr="00843776">
        <w:rPr>
          <w:szCs w:val="24"/>
        </w:rPr>
        <w:t>Exercice</w:t>
      </w:r>
      <w:r w:rsidR="00C11F14">
        <w:rPr>
          <w:szCs w:val="24"/>
        </w:rPr>
        <w:t> </w:t>
      </w:r>
      <w:r w:rsidRPr="00843776">
        <w:rPr>
          <w:szCs w:val="24"/>
        </w:rPr>
        <w:t>1 :</w:t>
      </w:r>
      <w:r w:rsidR="00615190" w:rsidRPr="00843776">
        <w:rPr>
          <w:szCs w:val="24"/>
        </w:rPr>
        <w:t xml:space="preserve"> </w:t>
      </w:r>
      <w:r w:rsidR="004A377B">
        <w:rPr>
          <w:szCs w:val="24"/>
        </w:rPr>
        <w:t>c</w:t>
      </w:r>
      <w:r w:rsidR="009B47D2" w:rsidRPr="00843776">
        <w:rPr>
          <w:szCs w:val="24"/>
        </w:rPr>
        <w:t xml:space="preserve">alcul avec des multiples de </w:t>
      </w:r>
      <w:r w:rsidR="009B47D2" w:rsidRPr="00843776">
        <w:rPr>
          <w:i/>
          <w:szCs w:val="24"/>
        </w:rPr>
        <w:t>n</w:t>
      </w:r>
      <w:r w:rsidR="009B47D2" w:rsidRPr="00843776">
        <w:rPr>
          <w:szCs w:val="24"/>
        </w:rPr>
        <w:t xml:space="preserve">, </w:t>
      </w:r>
      <w:r w:rsidR="009B47D2" w:rsidRPr="00843776">
        <w:rPr>
          <w:i/>
          <w:szCs w:val="24"/>
        </w:rPr>
        <w:t>n</w:t>
      </w:r>
      <w:r w:rsidR="009B47D2" w:rsidRPr="00843776">
        <w:rPr>
          <w:szCs w:val="24"/>
          <w:vertAlign w:val="superscript"/>
        </w:rPr>
        <w:t>2</w:t>
      </w:r>
      <w:r w:rsidR="009B47D2" w:rsidRPr="00843776">
        <w:rPr>
          <w:szCs w:val="24"/>
        </w:rPr>
        <w:t xml:space="preserve"> et </w:t>
      </w:r>
      <w:r w:rsidR="009B47D2" w:rsidRPr="00843776">
        <w:rPr>
          <w:i/>
          <w:szCs w:val="24"/>
        </w:rPr>
        <w:t>n</w:t>
      </w:r>
      <w:r w:rsidR="009B47D2" w:rsidRPr="00843776">
        <w:rPr>
          <w:szCs w:val="24"/>
          <w:vertAlign w:val="superscript"/>
        </w:rPr>
        <w:t>3</w:t>
      </w:r>
    </w:p>
    <w:p w14:paraId="22BF018A" w14:textId="77777777" w:rsidR="0075107A" w:rsidRPr="00843776" w:rsidRDefault="0075107A" w:rsidP="004A377B">
      <w:r w:rsidRPr="00843776">
        <w:t>Écris les signes manquants dans l’expression puis calcule sa valeur pour la valeur donnée à la lettre.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4"/>
        <w:gridCol w:w="2675"/>
        <w:gridCol w:w="3425"/>
        <w:gridCol w:w="1672"/>
      </w:tblGrid>
      <w:tr w:rsidR="0075107A" w:rsidRPr="004F19C6" w14:paraId="2CF778FF" w14:textId="77777777" w:rsidTr="00C7319E">
        <w:tc>
          <w:tcPr>
            <w:tcW w:w="2684" w:type="dxa"/>
            <w:shd w:val="clear" w:color="auto" w:fill="auto"/>
            <w:vAlign w:val="center"/>
          </w:tcPr>
          <w:p w14:paraId="4AFC7200" w14:textId="77777777" w:rsidR="0075107A" w:rsidRPr="004F19C6" w:rsidRDefault="0075107A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Expression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1AE38D3" w14:textId="77777777" w:rsidR="0075107A" w:rsidRPr="004F19C6" w:rsidRDefault="0075107A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fais apparaître tous les signes non écrits.</w:t>
            </w:r>
          </w:p>
        </w:tc>
        <w:tc>
          <w:tcPr>
            <w:tcW w:w="3425" w:type="dxa"/>
            <w:shd w:val="clear" w:color="auto" w:fill="auto"/>
            <w:vAlign w:val="center"/>
          </w:tcPr>
          <w:p w14:paraId="23C6D3CA" w14:textId="77777777" w:rsidR="0075107A" w:rsidRPr="004F19C6" w:rsidRDefault="0075107A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Valeur de la lettre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DB7BDC2" w14:textId="77777777" w:rsidR="0075107A" w:rsidRPr="004F19C6" w:rsidRDefault="0075107A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donne la valeur de l’expression.</w:t>
            </w:r>
          </w:p>
        </w:tc>
      </w:tr>
      <w:tr w:rsidR="0075107A" w:rsidRPr="00843776" w14:paraId="6CBB8F14" w14:textId="77777777" w:rsidTr="00C7319E">
        <w:trPr>
          <w:trHeight w:val="624"/>
        </w:trPr>
        <w:tc>
          <w:tcPr>
            <w:tcW w:w="2684" w:type="dxa"/>
            <w:shd w:val="clear" w:color="auto" w:fill="auto"/>
            <w:vAlign w:val="center"/>
          </w:tcPr>
          <w:p w14:paraId="53689B49" w14:textId="55F4EB50" w:rsidR="0075107A" w:rsidRPr="004F19C6" w:rsidRDefault="0075107A" w:rsidP="000A235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A=3x</m:t>
                </m:r>
              </m:oMath>
            </m:oMathPara>
          </w:p>
        </w:tc>
        <w:tc>
          <w:tcPr>
            <w:tcW w:w="2675" w:type="dxa"/>
            <w:shd w:val="clear" w:color="auto" w:fill="auto"/>
            <w:vAlign w:val="center"/>
          </w:tcPr>
          <w:p w14:paraId="6F1A2100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14:paraId="5870E2E7" w14:textId="3C4E3609" w:rsidR="0075107A" w:rsidRPr="004F19C6" w:rsidRDefault="0075107A" w:rsidP="000A235E">
            <w:pPr>
              <w:jc w:val="center"/>
              <w:rPr>
                <w:sz w:val="22"/>
              </w:rPr>
            </w:pPr>
            <m:oMath>
              <m:r>
                <w:rPr>
                  <w:rFonts w:ascii="Cambria Math" w:eastAsiaTheme="minorEastAsia" w:hAnsi="Cambria Math"/>
                  <w:sz w:val="22"/>
                </w:rPr>
                <m:t>x=8</m:t>
              </m:r>
            </m:oMath>
            <w:r w:rsidRPr="004F19C6">
              <w:rPr>
                <w:rFonts w:eastAsiaTheme="minorEastAsia"/>
                <w:sz w:val="22"/>
              </w:rPr>
              <w:t> 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DBD92F4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</w:tr>
      <w:tr w:rsidR="0075107A" w:rsidRPr="00843776" w14:paraId="0403022F" w14:textId="77777777" w:rsidTr="00C7319E">
        <w:trPr>
          <w:trHeight w:val="624"/>
        </w:trPr>
        <w:tc>
          <w:tcPr>
            <w:tcW w:w="2684" w:type="dxa"/>
            <w:shd w:val="clear" w:color="auto" w:fill="auto"/>
            <w:vAlign w:val="center"/>
          </w:tcPr>
          <w:p w14:paraId="7BAE4F7E" w14:textId="2FF449C2" w:rsidR="0075107A" w:rsidRPr="004F19C6" w:rsidRDefault="0075107A" w:rsidP="000A235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B=x²</m:t>
                </m:r>
              </m:oMath>
            </m:oMathPara>
          </w:p>
        </w:tc>
        <w:tc>
          <w:tcPr>
            <w:tcW w:w="2675" w:type="dxa"/>
            <w:shd w:val="clear" w:color="auto" w:fill="auto"/>
            <w:vAlign w:val="center"/>
          </w:tcPr>
          <w:p w14:paraId="692C7C79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14:paraId="6AB016C8" w14:textId="07C6B9C9" w:rsidR="0075107A" w:rsidRPr="004F19C6" w:rsidRDefault="0075107A" w:rsidP="000A235E">
            <w:pPr>
              <w:jc w:val="center"/>
              <w:rPr>
                <w:sz w:val="22"/>
              </w:rPr>
            </w:pPr>
            <m:oMath>
              <m:r>
                <w:rPr>
                  <w:rFonts w:ascii="Cambria Math" w:eastAsiaTheme="minorEastAsia" w:hAnsi="Cambria Math"/>
                  <w:sz w:val="22"/>
                </w:rPr>
                <m:t>x=4</m:t>
              </m:r>
            </m:oMath>
            <w:r w:rsidRPr="004F19C6">
              <w:rPr>
                <w:rFonts w:eastAsiaTheme="minorEastAsia"/>
                <w:sz w:val="22"/>
              </w:rPr>
              <w:t> 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066D4EC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</w:tr>
      <w:tr w:rsidR="0075107A" w:rsidRPr="00843776" w14:paraId="3C16FAE8" w14:textId="77777777" w:rsidTr="00C7319E">
        <w:trPr>
          <w:trHeight w:val="624"/>
        </w:trPr>
        <w:tc>
          <w:tcPr>
            <w:tcW w:w="2684" w:type="dxa"/>
            <w:shd w:val="clear" w:color="auto" w:fill="auto"/>
            <w:vAlign w:val="center"/>
          </w:tcPr>
          <w:p w14:paraId="671747FD" w14:textId="50506B4B" w:rsidR="0075107A" w:rsidRPr="004F19C6" w:rsidRDefault="0075107A" w:rsidP="000A235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C=4y</m:t>
                </m:r>
              </m:oMath>
            </m:oMathPara>
          </w:p>
        </w:tc>
        <w:tc>
          <w:tcPr>
            <w:tcW w:w="2675" w:type="dxa"/>
            <w:shd w:val="clear" w:color="auto" w:fill="auto"/>
            <w:vAlign w:val="center"/>
          </w:tcPr>
          <w:p w14:paraId="0331AD1A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14:paraId="23CA700D" w14:textId="264AE762" w:rsidR="0075107A" w:rsidRPr="004F19C6" w:rsidRDefault="0075107A" w:rsidP="000A235E">
            <w:pPr>
              <w:jc w:val="center"/>
              <w:rPr>
                <w:sz w:val="22"/>
              </w:rPr>
            </w:pPr>
            <m:oMath>
              <m:r>
                <w:rPr>
                  <w:rFonts w:ascii="Cambria Math" w:eastAsiaTheme="minorEastAsia" w:hAnsi="Cambria Math"/>
                  <w:sz w:val="22"/>
                </w:rPr>
                <m:t>y=-1</m:t>
              </m:r>
            </m:oMath>
            <w:r w:rsidRPr="004F19C6">
              <w:rPr>
                <w:rFonts w:eastAsiaTheme="minorEastAsia"/>
                <w:sz w:val="22"/>
              </w:rPr>
              <w:t> 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8395FA5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</w:tr>
      <w:tr w:rsidR="0075107A" w:rsidRPr="00843776" w14:paraId="3B908BC7" w14:textId="77777777" w:rsidTr="00C7319E">
        <w:trPr>
          <w:trHeight w:val="624"/>
        </w:trPr>
        <w:tc>
          <w:tcPr>
            <w:tcW w:w="2684" w:type="dxa"/>
            <w:shd w:val="clear" w:color="auto" w:fill="auto"/>
            <w:vAlign w:val="center"/>
          </w:tcPr>
          <w:p w14:paraId="02CDB2F8" w14:textId="49BE6E51" w:rsidR="0075107A" w:rsidRPr="004F19C6" w:rsidRDefault="0075107A" w:rsidP="000A235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D=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675" w:type="dxa"/>
            <w:shd w:val="clear" w:color="auto" w:fill="auto"/>
            <w:vAlign w:val="center"/>
          </w:tcPr>
          <w:p w14:paraId="28578852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14:paraId="41157C6C" w14:textId="451543C9" w:rsidR="0075107A" w:rsidRPr="004F19C6" w:rsidRDefault="0075107A" w:rsidP="000A235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n=2</m:t>
                </m:r>
              </m:oMath>
            </m:oMathPara>
          </w:p>
        </w:tc>
        <w:tc>
          <w:tcPr>
            <w:tcW w:w="1672" w:type="dxa"/>
            <w:shd w:val="clear" w:color="auto" w:fill="auto"/>
            <w:vAlign w:val="center"/>
          </w:tcPr>
          <w:p w14:paraId="7053026A" w14:textId="77777777" w:rsidR="0075107A" w:rsidRPr="004F19C6" w:rsidRDefault="0075107A" w:rsidP="000A235E">
            <w:pPr>
              <w:jc w:val="center"/>
              <w:rPr>
                <w:sz w:val="22"/>
              </w:rPr>
            </w:pPr>
          </w:p>
        </w:tc>
      </w:tr>
    </w:tbl>
    <w:p w14:paraId="4C9384C7" w14:textId="5366BCEB" w:rsidR="009B47D2" w:rsidRPr="00843776" w:rsidRDefault="004A377B" w:rsidP="004F19C6">
      <w:pPr>
        <w:pStyle w:val="Titre1"/>
      </w:pPr>
      <w:r>
        <w:t>Je m’autoévalue</w:t>
      </w:r>
    </w:p>
    <w:p w14:paraId="5259B749" w14:textId="5A50AC40" w:rsidR="009B47D2" w:rsidRPr="00843776" w:rsidRDefault="009B47D2" w:rsidP="009B47D2">
      <w:pPr>
        <w:pStyle w:val="Paragraphedeliste"/>
        <w:numPr>
          <w:ilvl w:val="0"/>
          <w:numId w:val="32"/>
        </w:numPr>
        <w:spacing w:after="0"/>
      </w:pPr>
      <w:r w:rsidRPr="00843776">
        <w:t>J’ai trouvé les bonnes réponses</w:t>
      </w:r>
      <w:r w:rsidR="00C11F14">
        <w:t> </w:t>
      </w:r>
      <w:r w:rsidRPr="00843776">
        <w:t>: je peux faire l’exercice</w:t>
      </w:r>
      <w:r w:rsidR="00C11F14">
        <w:t> </w:t>
      </w:r>
      <w:r w:rsidRPr="00843776">
        <w:t>2 de cette fiche.</w:t>
      </w:r>
    </w:p>
    <w:p w14:paraId="56D94210" w14:textId="77777777" w:rsidR="009B47D2" w:rsidRPr="00843776" w:rsidRDefault="009B47D2" w:rsidP="009B47D2">
      <w:pPr>
        <w:pStyle w:val="Paragraphedeliste"/>
        <w:numPr>
          <w:ilvl w:val="0"/>
          <w:numId w:val="32"/>
        </w:numPr>
        <w:spacing w:after="0"/>
      </w:pPr>
      <w:r w:rsidRPr="00843776">
        <w:t>Sinon, j’appelle le professeur ou un camarade pour m’expliquer.</w:t>
      </w:r>
    </w:p>
    <w:p w14:paraId="146112C1" w14:textId="77777777" w:rsidR="004F19C6" w:rsidRDefault="004F19C6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78318D03" w14:textId="1FFBA7CC" w:rsidR="004F19C6" w:rsidRDefault="004F19C6" w:rsidP="004F19C6">
      <w:pPr>
        <w:pStyle w:val="Titre1"/>
        <w:spacing w:before="100" w:after="100"/>
      </w:pPr>
      <w:r>
        <w:lastRenderedPageBreak/>
        <w:t>Je m’exerce</w:t>
      </w:r>
    </w:p>
    <w:p w14:paraId="7DD4A1CC" w14:textId="13CED757" w:rsidR="00240088" w:rsidRPr="00843776" w:rsidRDefault="009B47D2" w:rsidP="004A377B">
      <w:pPr>
        <w:pStyle w:val="Titre2"/>
        <w:rPr>
          <w:sz w:val="22"/>
          <w:szCs w:val="22"/>
        </w:rPr>
      </w:pPr>
      <w:r w:rsidRPr="00843776">
        <w:rPr>
          <w:szCs w:val="24"/>
        </w:rPr>
        <w:t>Exercice</w:t>
      </w:r>
      <w:r w:rsidR="00C11F14">
        <w:rPr>
          <w:szCs w:val="24"/>
        </w:rPr>
        <w:t> </w:t>
      </w:r>
      <w:r w:rsidRPr="00843776">
        <w:rPr>
          <w:szCs w:val="24"/>
        </w:rPr>
        <w:t>2 :</w:t>
      </w:r>
      <w:r w:rsidR="00615190" w:rsidRPr="00843776">
        <w:rPr>
          <w:szCs w:val="24"/>
        </w:rPr>
        <w:t xml:space="preserve"> </w:t>
      </w:r>
      <w:r w:rsidR="004A377B">
        <w:rPr>
          <w:szCs w:val="24"/>
        </w:rPr>
        <w:t>é</w:t>
      </w:r>
      <w:r w:rsidR="00A70EC6" w:rsidRPr="00843776">
        <w:rPr>
          <w:szCs w:val="24"/>
        </w:rPr>
        <w:t>crire les signes et calculer</w:t>
      </w:r>
      <w:r w:rsidRPr="00843776">
        <w:rPr>
          <w:szCs w:val="24"/>
        </w:rPr>
        <w:t xml:space="preserve"> (somme algébrique).</w:t>
      </w:r>
    </w:p>
    <w:p w14:paraId="32D7C2ED" w14:textId="31A06F48" w:rsidR="009C659C" w:rsidRPr="00843776" w:rsidRDefault="00844AC9" w:rsidP="004A377B">
      <w:r w:rsidRPr="00843776">
        <w:t xml:space="preserve">Écris les </w:t>
      </w:r>
      <w:r w:rsidR="00D91B5F" w:rsidRPr="00843776">
        <w:t>s</w:t>
      </w:r>
      <w:r w:rsidRPr="00843776">
        <w:t xml:space="preserve">ignes manquants dans l’expression puis </w:t>
      </w:r>
      <w:r w:rsidR="009F5E32" w:rsidRPr="00843776">
        <w:t>calcule sa valeur pour la valeur d</w:t>
      </w:r>
      <w:r w:rsidR="00D91B5F" w:rsidRPr="00843776">
        <w:t>onnée à la lettre.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4"/>
        <w:gridCol w:w="2675"/>
        <w:gridCol w:w="3425"/>
        <w:gridCol w:w="1672"/>
      </w:tblGrid>
      <w:tr w:rsidR="00181274" w:rsidRPr="004F19C6" w14:paraId="6BAED781" w14:textId="77777777" w:rsidTr="00C7319E">
        <w:tc>
          <w:tcPr>
            <w:tcW w:w="2684" w:type="dxa"/>
            <w:shd w:val="clear" w:color="auto" w:fill="auto"/>
            <w:vAlign w:val="center"/>
          </w:tcPr>
          <w:p w14:paraId="735310BF" w14:textId="32DA0944" w:rsidR="00181274" w:rsidRPr="004F19C6" w:rsidRDefault="00181274" w:rsidP="004F19C6">
            <w:pPr>
              <w:shd w:val="clear" w:color="auto" w:fill="auto"/>
              <w:spacing w:before="100" w:after="100"/>
              <w:jc w:val="center"/>
              <w:rPr>
                <w:b/>
                <w:sz w:val="22"/>
              </w:rPr>
            </w:pPr>
            <w:bookmarkStart w:id="0" w:name="_GoBack"/>
            <w:r w:rsidRPr="004F19C6">
              <w:rPr>
                <w:b/>
                <w:sz w:val="22"/>
              </w:rPr>
              <w:t>Expression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4B66493" w14:textId="3358191E" w:rsidR="00181274" w:rsidRPr="004F19C6" w:rsidRDefault="00181274" w:rsidP="004F19C6">
            <w:pPr>
              <w:shd w:val="clear" w:color="auto" w:fill="auto"/>
              <w:spacing w:before="100" w:after="100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fais apparaître tous les signes</w:t>
            </w:r>
            <w:r w:rsidR="00D70443" w:rsidRPr="004F19C6">
              <w:rPr>
                <w:b/>
                <w:sz w:val="22"/>
              </w:rPr>
              <w:t xml:space="preserve"> non écrits.</w:t>
            </w:r>
          </w:p>
        </w:tc>
        <w:tc>
          <w:tcPr>
            <w:tcW w:w="3425" w:type="dxa"/>
            <w:shd w:val="clear" w:color="auto" w:fill="auto"/>
            <w:vAlign w:val="center"/>
          </w:tcPr>
          <w:p w14:paraId="70C364CF" w14:textId="53668424" w:rsidR="00181274" w:rsidRPr="004F19C6" w:rsidRDefault="00181274" w:rsidP="004F19C6">
            <w:pPr>
              <w:shd w:val="clear" w:color="auto" w:fill="auto"/>
              <w:spacing w:before="100" w:after="100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Valeur de la lettre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43D3889" w14:textId="03AECCF5" w:rsidR="00181274" w:rsidRPr="004F19C6" w:rsidRDefault="00181274" w:rsidP="004F19C6">
            <w:pPr>
              <w:shd w:val="clear" w:color="auto" w:fill="auto"/>
              <w:spacing w:before="100" w:after="100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donne la valeur de l’expression.</w:t>
            </w:r>
          </w:p>
        </w:tc>
      </w:tr>
      <w:bookmarkEnd w:id="0"/>
      <w:tr w:rsidR="00181274" w:rsidRPr="00843776" w14:paraId="41B65195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2D8E53E5" w14:textId="703567FF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E=4a²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48353E8D" w14:textId="77777777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70BF4A95" w14:textId="3DAC8E37" w:rsidR="00181274" w:rsidRPr="004F19C6" w:rsidRDefault="00BC32CD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a=5</m:t>
                </m:r>
              </m:oMath>
            </m:oMathPara>
          </w:p>
        </w:tc>
        <w:tc>
          <w:tcPr>
            <w:tcW w:w="1672" w:type="dxa"/>
            <w:vAlign w:val="center"/>
          </w:tcPr>
          <w:p w14:paraId="3DAD7034" w14:textId="750F8DC9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</w:tr>
      <w:tr w:rsidR="00181274" w:rsidRPr="00843776" w14:paraId="08C362DF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0A64A10A" w14:textId="5FBBB676" w:rsidR="00181274" w:rsidRPr="004F19C6" w:rsidRDefault="00BC32CD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F=3t-6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5182C34A" w14:textId="77777777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5FE6C10A" w14:textId="7246550A" w:rsidR="00181274" w:rsidRPr="004F19C6" w:rsidRDefault="00D0778D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t=7</m:t>
                </m:r>
              </m:oMath>
            </m:oMathPara>
          </w:p>
        </w:tc>
        <w:tc>
          <w:tcPr>
            <w:tcW w:w="1672" w:type="dxa"/>
            <w:vAlign w:val="center"/>
          </w:tcPr>
          <w:p w14:paraId="208AD2BD" w14:textId="7FD9C1A5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</w:tr>
      <w:tr w:rsidR="00181274" w:rsidRPr="00843776" w14:paraId="33F92286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4AB4C00E" w14:textId="387ED68A" w:rsidR="00181274" w:rsidRPr="004F19C6" w:rsidRDefault="00D0778D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G=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-2x+1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1338B806" w14:textId="77777777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1821A90E" w14:textId="4BD35734" w:rsidR="00181274" w:rsidRPr="004F19C6" w:rsidRDefault="00250EC3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x=6</m:t>
                </m:r>
              </m:oMath>
            </m:oMathPara>
          </w:p>
        </w:tc>
        <w:tc>
          <w:tcPr>
            <w:tcW w:w="1672" w:type="dxa"/>
            <w:vAlign w:val="center"/>
          </w:tcPr>
          <w:p w14:paraId="01F876FB" w14:textId="5052EB82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</w:tr>
      <w:tr w:rsidR="00181274" w:rsidRPr="00843776" w14:paraId="5ED7D824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77AE3004" w14:textId="2308498B" w:rsidR="00181274" w:rsidRPr="004F19C6" w:rsidRDefault="00250EC3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H=</m:t>
                </m:r>
                <m:r>
                  <w:rPr>
                    <w:rFonts w:ascii="Cambria Math" w:eastAsiaTheme="minorEastAsia" w:hAnsi="Cambria Math"/>
                    <w:sz w:val="22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</w:rPr>
                  <m:t>+4y-10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70750947" w14:textId="77777777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378F7C56" w14:textId="67C45233" w:rsidR="00181274" w:rsidRPr="004F19C6" w:rsidRDefault="005A20AD" w:rsidP="004F19C6">
            <w:pPr>
              <w:spacing w:before="100" w:after="100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y=3</m:t>
                </m:r>
              </m:oMath>
            </m:oMathPara>
          </w:p>
        </w:tc>
        <w:tc>
          <w:tcPr>
            <w:tcW w:w="1672" w:type="dxa"/>
            <w:vAlign w:val="center"/>
          </w:tcPr>
          <w:p w14:paraId="54F1E480" w14:textId="74B3FA1F" w:rsidR="00181274" w:rsidRPr="004F19C6" w:rsidRDefault="00181274" w:rsidP="004F19C6">
            <w:pPr>
              <w:spacing w:before="100" w:after="100"/>
              <w:jc w:val="center"/>
              <w:rPr>
                <w:sz w:val="22"/>
              </w:rPr>
            </w:pPr>
          </w:p>
        </w:tc>
      </w:tr>
    </w:tbl>
    <w:p w14:paraId="1BEDB21A" w14:textId="15C59222" w:rsidR="0074206B" w:rsidRPr="00843776" w:rsidRDefault="004A377B" w:rsidP="004F19C6">
      <w:pPr>
        <w:pStyle w:val="Titre1"/>
      </w:pPr>
      <w:r>
        <w:t>Je m’autoévalue</w:t>
      </w:r>
    </w:p>
    <w:p w14:paraId="08D656A2" w14:textId="721A9DF8" w:rsidR="0074206B" w:rsidRPr="00843776" w:rsidRDefault="0074206B" w:rsidP="0074206B">
      <w:pPr>
        <w:pStyle w:val="Paragraphedeliste"/>
        <w:numPr>
          <w:ilvl w:val="0"/>
          <w:numId w:val="32"/>
        </w:numPr>
        <w:spacing w:after="0"/>
      </w:pPr>
      <w:r w:rsidRPr="00843776">
        <w:t>J’ai trouvé les bonnes réponses</w:t>
      </w:r>
      <w:r w:rsidR="00C11F14">
        <w:t> </w:t>
      </w:r>
      <w:r w:rsidRPr="00843776">
        <w:t>: je peux faire l’exercice</w:t>
      </w:r>
      <w:r w:rsidR="00C11F14">
        <w:t> </w:t>
      </w:r>
      <w:r w:rsidR="009B47D2" w:rsidRPr="00843776">
        <w:t>3</w:t>
      </w:r>
      <w:r w:rsidRPr="00843776">
        <w:t xml:space="preserve"> de cette fiche.</w:t>
      </w:r>
    </w:p>
    <w:p w14:paraId="016723B4" w14:textId="0969B217" w:rsidR="00B05762" w:rsidRDefault="0074206B" w:rsidP="00596F95">
      <w:pPr>
        <w:pStyle w:val="Paragraphedeliste"/>
        <w:numPr>
          <w:ilvl w:val="0"/>
          <w:numId w:val="32"/>
        </w:numPr>
        <w:spacing w:after="0"/>
      </w:pPr>
      <w:r w:rsidRPr="00843776">
        <w:t>Sinon, j’appelle le professeur ou un camarade pour m’expliquer.</w:t>
      </w:r>
    </w:p>
    <w:p w14:paraId="18C6BB50" w14:textId="77777777" w:rsidR="004F19C6" w:rsidRDefault="004F19C6" w:rsidP="004F19C6">
      <w:pPr>
        <w:pStyle w:val="Titre1"/>
        <w:spacing w:before="100" w:after="100"/>
      </w:pPr>
      <w:r>
        <w:t>Je m’exerce</w:t>
      </w:r>
    </w:p>
    <w:p w14:paraId="4AD28C4B" w14:textId="4C05E2CB" w:rsidR="009D2555" w:rsidRPr="00843776" w:rsidRDefault="0074206B" w:rsidP="004A377B">
      <w:pPr>
        <w:pStyle w:val="Titre2"/>
        <w:rPr>
          <w:szCs w:val="24"/>
        </w:rPr>
      </w:pPr>
      <w:r w:rsidRPr="00843776">
        <w:rPr>
          <w:szCs w:val="24"/>
        </w:rPr>
        <w:t>Exercice</w:t>
      </w:r>
      <w:r w:rsidR="00C11F14">
        <w:rPr>
          <w:szCs w:val="24"/>
        </w:rPr>
        <w:t> </w:t>
      </w:r>
      <w:r w:rsidR="009B47D2" w:rsidRPr="00843776">
        <w:rPr>
          <w:szCs w:val="24"/>
        </w:rPr>
        <w:t>3</w:t>
      </w:r>
      <w:r w:rsidRPr="00843776">
        <w:rPr>
          <w:szCs w:val="24"/>
        </w:rPr>
        <w:t> :</w:t>
      </w:r>
      <w:r w:rsidR="0020356B" w:rsidRPr="00843776">
        <w:rPr>
          <w:szCs w:val="24"/>
        </w:rPr>
        <w:t xml:space="preserve"> </w:t>
      </w:r>
      <w:r w:rsidR="004A377B">
        <w:rPr>
          <w:szCs w:val="24"/>
        </w:rPr>
        <w:t>c</w:t>
      </w:r>
      <w:r w:rsidR="003E5694" w:rsidRPr="00843776">
        <w:rPr>
          <w:szCs w:val="24"/>
        </w:rPr>
        <w:t>alculer a</w:t>
      </w:r>
      <w:r w:rsidR="009B47D2" w:rsidRPr="00843776">
        <w:rPr>
          <w:szCs w:val="24"/>
        </w:rPr>
        <w:t>vec deux variables</w:t>
      </w:r>
    </w:p>
    <w:p w14:paraId="6166A2D9" w14:textId="1C131935" w:rsidR="00713FF6" w:rsidRPr="00843776" w:rsidRDefault="00713FF6" w:rsidP="004A377B">
      <w:r w:rsidRPr="00843776">
        <w:t>Écris les signes manquants dans l’expression puis calcule sa valeur pour les valeurs données aux lettres.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4"/>
        <w:gridCol w:w="2675"/>
        <w:gridCol w:w="3425"/>
        <w:gridCol w:w="1672"/>
      </w:tblGrid>
      <w:tr w:rsidR="00713FF6" w:rsidRPr="004F19C6" w14:paraId="6D70BC50" w14:textId="77777777" w:rsidTr="00C7319E">
        <w:tc>
          <w:tcPr>
            <w:tcW w:w="2684" w:type="dxa"/>
            <w:shd w:val="clear" w:color="auto" w:fill="auto"/>
            <w:vAlign w:val="center"/>
          </w:tcPr>
          <w:p w14:paraId="53C4F028" w14:textId="77777777" w:rsidR="00713FF6" w:rsidRPr="004F19C6" w:rsidRDefault="00713FF6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Expression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53E07EC" w14:textId="77777777" w:rsidR="00713FF6" w:rsidRPr="004F19C6" w:rsidRDefault="00713FF6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fais apparaître tous les signes non écrits.</w:t>
            </w:r>
          </w:p>
        </w:tc>
        <w:tc>
          <w:tcPr>
            <w:tcW w:w="3425" w:type="dxa"/>
            <w:shd w:val="clear" w:color="auto" w:fill="auto"/>
            <w:vAlign w:val="center"/>
          </w:tcPr>
          <w:p w14:paraId="77C2B6F5" w14:textId="424353F4" w:rsidR="00713FF6" w:rsidRPr="004F19C6" w:rsidRDefault="00713FF6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Valeur de</w:t>
            </w:r>
            <w:r w:rsidR="000B0C30" w:rsidRPr="004F19C6">
              <w:rPr>
                <w:b/>
                <w:sz w:val="22"/>
              </w:rPr>
              <w:t>s</w:t>
            </w:r>
            <w:r w:rsidRPr="004F19C6">
              <w:rPr>
                <w:b/>
                <w:sz w:val="22"/>
              </w:rPr>
              <w:t xml:space="preserve"> lettre</w:t>
            </w:r>
            <w:r w:rsidR="000B0C30" w:rsidRPr="004F19C6">
              <w:rPr>
                <w:b/>
                <w:sz w:val="22"/>
              </w:rPr>
              <w:t>s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3F1C720" w14:textId="77777777" w:rsidR="00713FF6" w:rsidRPr="004F19C6" w:rsidRDefault="00713FF6" w:rsidP="004F19C6">
            <w:pPr>
              <w:shd w:val="clear" w:color="auto" w:fill="auto"/>
              <w:jc w:val="center"/>
              <w:rPr>
                <w:b/>
                <w:sz w:val="22"/>
              </w:rPr>
            </w:pPr>
            <w:r w:rsidRPr="004F19C6">
              <w:rPr>
                <w:b/>
                <w:sz w:val="22"/>
              </w:rPr>
              <w:t>Je donne la valeur de l’expression.</w:t>
            </w:r>
          </w:p>
        </w:tc>
      </w:tr>
      <w:tr w:rsidR="00713FF6" w:rsidRPr="00843776" w14:paraId="77F6B0B1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18F530EA" w14:textId="506AB77B" w:rsidR="00713FF6" w:rsidRPr="004F19C6" w:rsidRDefault="00713FF6" w:rsidP="004F19C6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I=4a-2b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1162518F" w14:textId="77777777" w:rsidR="00713FF6" w:rsidRPr="004F19C6" w:rsidRDefault="00713FF6" w:rsidP="004F19C6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03DF988B" w14:textId="290CE51B" w:rsidR="00713FF6" w:rsidRPr="004F19C6" w:rsidRDefault="00713FF6" w:rsidP="004F19C6">
            <w:pPr>
              <w:jc w:val="center"/>
              <w:rPr>
                <w:sz w:val="22"/>
              </w:rPr>
            </w:pPr>
            <m:oMath>
              <m:r>
                <w:rPr>
                  <w:rFonts w:ascii="Cambria Math" w:hAnsi="Cambria Math"/>
                  <w:sz w:val="22"/>
                </w:rPr>
                <m:t xml:space="preserve">a=5 </m:t>
              </m:r>
            </m:oMath>
            <w:r w:rsidR="00E54C16" w:rsidRPr="004F19C6">
              <w:rPr>
                <w:rFonts w:eastAsiaTheme="minorEastAsia"/>
                <w:sz w:val="22"/>
              </w:rPr>
              <w:t xml:space="preserve">et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b=2</m:t>
              </m:r>
            </m:oMath>
          </w:p>
        </w:tc>
        <w:tc>
          <w:tcPr>
            <w:tcW w:w="1672" w:type="dxa"/>
            <w:vAlign w:val="center"/>
          </w:tcPr>
          <w:p w14:paraId="33EBCBD0" w14:textId="77777777" w:rsidR="00713FF6" w:rsidRPr="004F19C6" w:rsidRDefault="00713FF6" w:rsidP="004F19C6">
            <w:pPr>
              <w:jc w:val="center"/>
              <w:rPr>
                <w:sz w:val="22"/>
              </w:rPr>
            </w:pPr>
          </w:p>
        </w:tc>
      </w:tr>
      <w:tr w:rsidR="00E54C16" w:rsidRPr="00843776" w14:paraId="4BE9F866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2F1E58D0" w14:textId="57ACB913" w:rsidR="00E54C16" w:rsidRPr="004F19C6" w:rsidRDefault="00E54C16" w:rsidP="004F19C6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J=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+5z-2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3A41F23D" w14:textId="77777777" w:rsidR="00E54C16" w:rsidRPr="004F19C6" w:rsidRDefault="00E54C16" w:rsidP="004F19C6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0EF6DD5D" w14:textId="291E7658" w:rsidR="00E54C16" w:rsidRPr="004F19C6" w:rsidRDefault="000B0994" w:rsidP="004F19C6">
            <w:pPr>
              <w:jc w:val="center"/>
              <w:rPr>
                <w:rFonts w:eastAsia="Calibri"/>
                <w:sz w:val="22"/>
              </w:rPr>
            </w:pPr>
            <m:oMath>
              <m:r>
                <w:rPr>
                  <w:rFonts w:ascii="Cambria Math" w:eastAsia="Calibri" w:hAnsi="Cambria Math"/>
                  <w:sz w:val="22"/>
                </w:rPr>
                <m:t>y=1</m:t>
              </m:r>
            </m:oMath>
            <w:r w:rsidRPr="004F19C6">
              <w:rPr>
                <w:rFonts w:eastAsia="Calibri"/>
                <w:sz w:val="22"/>
              </w:rPr>
              <w:t xml:space="preserve"> et </w:t>
            </w:r>
            <m:oMath>
              <m:r>
                <w:rPr>
                  <w:rFonts w:ascii="Cambria Math" w:eastAsia="Calibri" w:hAnsi="Cambria Math"/>
                  <w:sz w:val="22"/>
                </w:rPr>
                <m:t>z=3</m:t>
              </m:r>
            </m:oMath>
          </w:p>
        </w:tc>
        <w:tc>
          <w:tcPr>
            <w:tcW w:w="1672" w:type="dxa"/>
            <w:vAlign w:val="center"/>
          </w:tcPr>
          <w:p w14:paraId="2F96EC0A" w14:textId="77777777" w:rsidR="00E54C16" w:rsidRPr="004F19C6" w:rsidRDefault="00E54C16" w:rsidP="004F19C6">
            <w:pPr>
              <w:jc w:val="center"/>
              <w:rPr>
                <w:sz w:val="22"/>
              </w:rPr>
            </w:pPr>
          </w:p>
        </w:tc>
      </w:tr>
      <w:tr w:rsidR="00E54C16" w:rsidRPr="00843776" w14:paraId="6D17F4BB" w14:textId="77777777" w:rsidTr="00C7319E">
        <w:trPr>
          <w:trHeight w:val="737"/>
        </w:trPr>
        <w:tc>
          <w:tcPr>
            <w:tcW w:w="2684" w:type="dxa"/>
            <w:vAlign w:val="center"/>
          </w:tcPr>
          <w:p w14:paraId="23176155" w14:textId="06A8560B" w:rsidR="00E54C16" w:rsidRPr="004F19C6" w:rsidRDefault="000B0994" w:rsidP="004F19C6">
            <w:pPr>
              <w:jc w:val="center"/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>K=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2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22"/>
                  </w:rPr>
                  <m:t>+2x-4t</m:t>
                </m:r>
              </m:oMath>
            </m:oMathPara>
          </w:p>
        </w:tc>
        <w:tc>
          <w:tcPr>
            <w:tcW w:w="2675" w:type="dxa"/>
            <w:vAlign w:val="center"/>
          </w:tcPr>
          <w:p w14:paraId="52FDAD6E" w14:textId="77777777" w:rsidR="00E54C16" w:rsidRPr="004F19C6" w:rsidRDefault="00E54C16" w:rsidP="004F19C6">
            <w:pPr>
              <w:jc w:val="center"/>
              <w:rPr>
                <w:sz w:val="22"/>
              </w:rPr>
            </w:pPr>
          </w:p>
        </w:tc>
        <w:tc>
          <w:tcPr>
            <w:tcW w:w="3425" w:type="dxa"/>
            <w:vAlign w:val="center"/>
          </w:tcPr>
          <w:p w14:paraId="68F3391A" w14:textId="0647D0D8" w:rsidR="00E54C16" w:rsidRPr="004F19C6" w:rsidRDefault="00A04C70" w:rsidP="004F19C6">
            <w:pPr>
              <w:jc w:val="center"/>
              <w:rPr>
                <w:rFonts w:eastAsia="Calibri"/>
                <w:sz w:val="22"/>
              </w:rPr>
            </w:pPr>
            <m:oMath>
              <m:r>
                <w:rPr>
                  <w:rFonts w:ascii="Cambria Math" w:eastAsia="Calibri" w:hAnsi="Cambria Math"/>
                  <w:sz w:val="22"/>
                </w:rPr>
                <m:t>x=5</m:t>
              </m:r>
            </m:oMath>
            <w:r w:rsidR="0075107A" w:rsidRPr="004F19C6">
              <w:rPr>
                <w:rFonts w:eastAsia="Calibri"/>
                <w:sz w:val="22"/>
              </w:rPr>
              <w:t xml:space="preserve"> et </w:t>
            </w:r>
            <m:oMath>
              <m:r>
                <w:rPr>
                  <w:rFonts w:ascii="Cambria Math" w:eastAsia="Calibri" w:hAnsi="Cambria Math"/>
                  <w:sz w:val="22"/>
                </w:rPr>
                <m:t>t=0</m:t>
              </m:r>
            </m:oMath>
          </w:p>
        </w:tc>
        <w:tc>
          <w:tcPr>
            <w:tcW w:w="1672" w:type="dxa"/>
            <w:vAlign w:val="center"/>
          </w:tcPr>
          <w:p w14:paraId="55E27E66" w14:textId="77777777" w:rsidR="00E54C16" w:rsidRPr="004F19C6" w:rsidRDefault="00E54C16" w:rsidP="004F19C6">
            <w:pPr>
              <w:jc w:val="center"/>
              <w:rPr>
                <w:sz w:val="22"/>
              </w:rPr>
            </w:pPr>
          </w:p>
        </w:tc>
      </w:tr>
    </w:tbl>
    <w:p w14:paraId="5A759E28" w14:textId="7406192B" w:rsidR="0074206B" w:rsidRPr="00843776" w:rsidRDefault="004A377B" w:rsidP="004F19C6">
      <w:pPr>
        <w:pStyle w:val="Titre1"/>
      </w:pPr>
      <w:r>
        <w:t>Je m’autoévalue</w:t>
      </w:r>
    </w:p>
    <w:p w14:paraId="6D415CB7" w14:textId="0F5DA5F8" w:rsidR="0074206B" w:rsidRPr="00843776" w:rsidRDefault="0074206B" w:rsidP="0074206B">
      <w:pPr>
        <w:pStyle w:val="Paragraphedeliste"/>
        <w:numPr>
          <w:ilvl w:val="0"/>
          <w:numId w:val="32"/>
        </w:numPr>
        <w:spacing w:after="0"/>
      </w:pPr>
      <w:r w:rsidRPr="00843776">
        <w:t>J’ai trouvé les bonnes réponses</w:t>
      </w:r>
      <w:r w:rsidR="00C11F14">
        <w:t> </w:t>
      </w:r>
      <w:r w:rsidRPr="00843776">
        <w:t xml:space="preserve">: </w:t>
      </w:r>
      <w:r w:rsidR="00341B81" w:rsidRPr="00843776">
        <w:t xml:space="preserve">je complète le bilan, puis </w:t>
      </w:r>
      <w:r w:rsidRPr="00843776">
        <w:t xml:space="preserve">je </w:t>
      </w:r>
      <w:r w:rsidR="00652B98" w:rsidRPr="00843776">
        <w:t xml:space="preserve">m’entraîne en faisant </w:t>
      </w:r>
      <w:r w:rsidR="00A70EC6" w:rsidRPr="00843776">
        <w:t>la fiche</w:t>
      </w:r>
      <w:r w:rsidR="00C11F14">
        <w:t> </w:t>
      </w:r>
      <w:r w:rsidR="00A70EC6" w:rsidRPr="00843776">
        <w:t>E1</w:t>
      </w:r>
      <w:r w:rsidR="00652B98" w:rsidRPr="00843776">
        <w:t>.</w:t>
      </w:r>
    </w:p>
    <w:p w14:paraId="10AA0E53" w14:textId="77777777" w:rsidR="00341B81" w:rsidRPr="00843776" w:rsidRDefault="0074206B" w:rsidP="00341B81">
      <w:pPr>
        <w:pStyle w:val="Paragraphedeliste"/>
        <w:numPr>
          <w:ilvl w:val="0"/>
          <w:numId w:val="32"/>
        </w:numPr>
        <w:spacing w:after="0"/>
      </w:pPr>
      <w:r w:rsidRPr="00843776">
        <w:t>Sinon, j’appelle le professeur ou un camarade pour m’expliquer</w:t>
      </w:r>
      <w:r w:rsidR="00341B81" w:rsidRPr="00843776">
        <w:t>, puis je complète le bilan.</w:t>
      </w:r>
    </w:p>
    <w:p w14:paraId="4D31CFBD" w14:textId="77777777" w:rsidR="004F19C6" w:rsidRDefault="004F19C6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4B748409" w14:textId="1B0C980C" w:rsidR="00341B81" w:rsidRPr="00843776" w:rsidRDefault="00341B81" w:rsidP="004F19C6">
      <w:pPr>
        <w:pStyle w:val="Titre1"/>
        <w:spacing w:before="100" w:afterAutospacing="0"/>
      </w:pPr>
      <w:r w:rsidRPr="00843776">
        <w:lastRenderedPageBreak/>
        <w:t>Bilan : je fai</w:t>
      </w:r>
      <w:r w:rsidR="004A377B">
        <w:t>s le point sur mes compétences</w:t>
      </w:r>
    </w:p>
    <w:p w14:paraId="33473033" w14:textId="217F71BE" w:rsidR="00100FDD" w:rsidRPr="00843776" w:rsidRDefault="00100FDD" w:rsidP="004F19C6">
      <w:pPr>
        <w:pStyle w:val="Paragraphedeliste"/>
        <w:numPr>
          <w:ilvl w:val="0"/>
          <w:numId w:val="32"/>
        </w:numPr>
        <w:spacing w:before="100" w:afterAutospacing="0" w:line="480" w:lineRule="auto"/>
      </w:pPr>
      <w:r w:rsidRPr="00843776">
        <w:t>Avec c</w:t>
      </w:r>
      <w:r w:rsidR="004A377B">
        <w:t>ette fiche, maintenant je sais</w:t>
      </w:r>
    </w:p>
    <w:p w14:paraId="4BAF83DA" w14:textId="07F4E14A" w:rsidR="00341B81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p w14:paraId="27621691" w14:textId="58739046" w:rsidR="00341B81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p w14:paraId="79088061" w14:textId="6472B6B4" w:rsidR="00341B81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p w14:paraId="563202EC" w14:textId="5DAF8917" w:rsidR="00341B81" w:rsidRPr="00843776" w:rsidRDefault="00341B81" w:rsidP="004F19C6">
      <w:pPr>
        <w:pStyle w:val="Paragraphedeliste"/>
        <w:numPr>
          <w:ilvl w:val="0"/>
          <w:numId w:val="32"/>
        </w:numPr>
        <w:spacing w:before="100" w:afterAutospacing="0" w:line="480" w:lineRule="auto"/>
      </w:pPr>
      <w:r w:rsidRPr="00843776">
        <w:t>Je dois enc</w:t>
      </w:r>
      <w:r w:rsidR="004A377B">
        <w:t>ore apprendre ou m’exercer sur</w:t>
      </w:r>
    </w:p>
    <w:p w14:paraId="57A6F0F9" w14:textId="1FD7F919" w:rsidR="00341B81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p w14:paraId="3A77671C" w14:textId="3B7C0887" w:rsidR="00341B81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p w14:paraId="52C82261" w14:textId="0687529D" w:rsidR="00CF05A6" w:rsidRPr="00843776" w:rsidRDefault="00341B81" w:rsidP="004F19C6">
      <w:pPr>
        <w:spacing w:beforeAutospacing="0" w:afterAutospacing="0" w:line="480" w:lineRule="auto"/>
      </w:pPr>
      <w:r w:rsidRPr="00843776">
        <w:t>……………………………………………………………………………………………………………………………</w:t>
      </w:r>
    </w:p>
    <w:sectPr w:rsidR="00CF05A6" w:rsidRPr="00843776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E7C1E" w14:textId="77777777" w:rsidR="00AD4641" w:rsidRDefault="00AD4641">
      <w:pPr>
        <w:spacing w:after="0"/>
      </w:pPr>
      <w:r>
        <w:separator/>
      </w:r>
    </w:p>
  </w:endnote>
  <w:endnote w:type="continuationSeparator" w:id="0">
    <w:p w14:paraId="440AC416" w14:textId="77777777" w:rsidR="00AD4641" w:rsidRDefault="00AD4641">
      <w:pPr>
        <w:spacing w:after="0"/>
      </w:pPr>
      <w:r>
        <w:continuationSeparator/>
      </w:r>
    </w:p>
  </w:endnote>
  <w:endnote w:type="continuationNotice" w:id="1">
    <w:p w14:paraId="6E546D35" w14:textId="77777777" w:rsidR="00AD4641" w:rsidRDefault="00AD464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AE738" w14:textId="77777777" w:rsidR="00AD4641" w:rsidRDefault="00AD4641">
      <w:pPr>
        <w:spacing w:after="0"/>
      </w:pPr>
      <w:r>
        <w:separator/>
      </w:r>
    </w:p>
  </w:footnote>
  <w:footnote w:type="continuationSeparator" w:id="0">
    <w:p w14:paraId="2F194FEC" w14:textId="77777777" w:rsidR="00AD4641" w:rsidRDefault="00AD4641">
      <w:pPr>
        <w:spacing w:after="0"/>
      </w:pPr>
      <w:r>
        <w:continuationSeparator/>
      </w:r>
    </w:p>
  </w:footnote>
  <w:footnote w:type="continuationNotice" w:id="1">
    <w:p w14:paraId="3BAD217C" w14:textId="77777777" w:rsidR="00AD4641" w:rsidRDefault="00AD4641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D8C"/>
    <w:multiLevelType w:val="hybridMultilevel"/>
    <w:tmpl w:val="CE042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8312B"/>
    <w:multiLevelType w:val="hybridMultilevel"/>
    <w:tmpl w:val="0BD2F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6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0"/>
  </w:num>
  <w:num w:numId="4">
    <w:abstractNumId w:val="39"/>
  </w:num>
  <w:num w:numId="5">
    <w:abstractNumId w:val="1"/>
  </w:num>
  <w:num w:numId="6">
    <w:abstractNumId w:val="35"/>
  </w:num>
  <w:num w:numId="7">
    <w:abstractNumId w:val="16"/>
  </w:num>
  <w:num w:numId="8">
    <w:abstractNumId w:val="26"/>
  </w:num>
  <w:num w:numId="9">
    <w:abstractNumId w:val="14"/>
  </w:num>
  <w:num w:numId="10">
    <w:abstractNumId w:val="22"/>
  </w:num>
  <w:num w:numId="11">
    <w:abstractNumId w:val="38"/>
  </w:num>
  <w:num w:numId="12">
    <w:abstractNumId w:val="15"/>
  </w:num>
  <w:num w:numId="13">
    <w:abstractNumId w:val="3"/>
  </w:num>
  <w:num w:numId="14">
    <w:abstractNumId w:val="13"/>
  </w:num>
  <w:num w:numId="15">
    <w:abstractNumId w:val="37"/>
  </w:num>
  <w:num w:numId="16">
    <w:abstractNumId w:val="43"/>
  </w:num>
  <w:num w:numId="17">
    <w:abstractNumId w:val="36"/>
  </w:num>
  <w:num w:numId="18">
    <w:abstractNumId w:val="21"/>
  </w:num>
  <w:num w:numId="19">
    <w:abstractNumId w:val="18"/>
  </w:num>
  <w:num w:numId="20">
    <w:abstractNumId w:val="23"/>
  </w:num>
  <w:num w:numId="21">
    <w:abstractNumId w:val="7"/>
  </w:num>
  <w:num w:numId="22">
    <w:abstractNumId w:val="27"/>
  </w:num>
  <w:num w:numId="23">
    <w:abstractNumId w:val="6"/>
  </w:num>
  <w:num w:numId="24">
    <w:abstractNumId w:val="30"/>
  </w:num>
  <w:num w:numId="25">
    <w:abstractNumId w:val="20"/>
  </w:num>
  <w:num w:numId="26">
    <w:abstractNumId w:val="5"/>
  </w:num>
  <w:num w:numId="27">
    <w:abstractNumId w:val="4"/>
  </w:num>
  <w:num w:numId="28">
    <w:abstractNumId w:val="41"/>
  </w:num>
  <w:num w:numId="29">
    <w:abstractNumId w:val="34"/>
  </w:num>
  <w:num w:numId="30">
    <w:abstractNumId w:val="28"/>
  </w:num>
  <w:num w:numId="31">
    <w:abstractNumId w:val="24"/>
  </w:num>
  <w:num w:numId="32">
    <w:abstractNumId w:val="42"/>
  </w:num>
  <w:num w:numId="33">
    <w:abstractNumId w:val="17"/>
  </w:num>
  <w:num w:numId="34">
    <w:abstractNumId w:val="11"/>
  </w:num>
  <w:num w:numId="35">
    <w:abstractNumId w:val="2"/>
  </w:num>
  <w:num w:numId="36">
    <w:abstractNumId w:val="8"/>
  </w:num>
  <w:num w:numId="37">
    <w:abstractNumId w:val="10"/>
  </w:num>
  <w:num w:numId="38">
    <w:abstractNumId w:val="31"/>
  </w:num>
  <w:num w:numId="39">
    <w:abstractNumId w:val="12"/>
  </w:num>
  <w:num w:numId="40">
    <w:abstractNumId w:val="40"/>
  </w:num>
  <w:num w:numId="41">
    <w:abstractNumId w:val="25"/>
  </w:num>
  <w:num w:numId="42">
    <w:abstractNumId w:val="29"/>
  </w:num>
  <w:num w:numId="43">
    <w:abstractNumId w:val="32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240F6"/>
    <w:rsid w:val="0003733C"/>
    <w:rsid w:val="0004622C"/>
    <w:rsid w:val="00047734"/>
    <w:rsid w:val="00055DEE"/>
    <w:rsid w:val="0006174F"/>
    <w:rsid w:val="00066072"/>
    <w:rsid w:val="00087417"/>
    <w:rsid w:val="000B0994"/>
    <w:rsid w:val="000B0C30"/>
    <w:rsid w:val="000B5F87"/>
    <w:rsid w:val="000C3B8A"/>
    <w:rsid w:val="000D3A7F"/>
    <w:rsid w:val="000E02AE"/>
    <w:rsid w:val="000E4840"/>
    <w:rsid w:val="000E7CDA"/>
    <w:rsid w:val="000F1356"/>
    <w:rsid w:val="000F5ED4"/>
    <w:rsid w:val="00100631"/>
    <w:rsid w:val="00100FDD"/>
    <w:rsid w:val="00107512"/>
    <w:rsid w:val="001126DE"/>
    <w:rsid w:val="001134A1"/>
    <w:rsid w:val="00124E21"/>
    <w:rsid w:val="00125F18"/>
    <w:rsid w:val="00153775"/>
    <w:rsid w:val="00154E12"/>
    <w:rsid w:val="00171D7D"/>
    <w:rsid w:val="00171F3B"/>
    <w:rsid w:val="00173D7A"/>
    <w:rsid w:val="00181274"/>
    <w:rsid w:val="0018239C"/>
    <w:rsid w:val="0018550E"/>
    <w:rsid w:val="00192694"/>
    <w:rsid w:val="00193EC9"/>
    <w:rsid w:val="001A384D"/>
    <w:rsid w:val="001B0619"/>
    <w:rsid w:val="001C0948"/>
    <w:rsid w:val="001D4CBF"/>
    <w:rsid w:val="001E220A"/>
    <w:rsid w:val="001F2E5B"/>
    <w:rsid w:val="001F4BEC"/>
    <w:rsid w:val="001F6E7B"/>
    <w:rsid w:val="00201A54"/>
    <w:rsid w:val="00201ABC"/>
    <w:rsid w:val="00203051"/>
    <w:rsid w:val="0020356B"/>
    <w:rsid w:val="002046DD"/>
    <w:rsid w:val="0021420B"/>
    <w:rsid w:val="002163F0"/>
    <w:rsid w:val="00217F42"/>
    <w:rsid w:val="0022048B"/>
    <w:rsid w:val="002312EF"/>
    <w:rsid w:val="00235A9E"/>
    <w:rsid w:val="00240088"/>
    <w:rsid w:val="00241CEE"/>
    <w:rsid w:val="00244976"/>
    <w:rsid w:val="00250EC3"/>
    <w:rsid w:val="0025449F"/>
    <w:rsid w:val="002669FE"/>
    <w:rsid w:val="0027488B"/>
    <w:rsid w:val="00276B78"/>
    <w:rsid w:val="0027796F"/>
    <w:rsid w:val="00286D6D"/>
    <w:rsid w:val="0029252B"/>
    <w:rsid w:val="002A13E2"/>
    <w:rsid w:val="002A415A"/>
    <w:rsid w:val="002B21B9"/>
    <w:rsid w:val="002B30B6"/>
    <w:rsid w:val="002B3AD0"/>
    <w:rsid w:val="002E2247"/>
    <w:rsid w:val="002E27F9"/>
    <w:rsid w:val="002F112D"/>
    <w:rsid w:val="00310A78"/>
    <w:rsid w:val="0031323A"/>
    <w:rsid w:val="003419EA"/>
    <w:rsid w:val="00341B81"/>
    <w:rsid w:val="00346150"/>
    <w:rsid w:val="003478B0"/>
    <w:rsid w:val="00375819"/>
    <w:rsid w:val="00386A59"/>
    <w:rsid w:val="00391B90"/>
    <w:rsid w:val="00394D85"/>
    <w:rsid w:val="00396F97"/>
    <w:rsid w:val="003C0FA7"/>
    <w:rsid w:val="003C17D3"/>
    <w:rsid w:val="003D07FA"/>
    <w:rsid w:val="003D7169"/>
    <w:rsid w:val="003E227F"/>
    <w:rsid w:val="003E5694"/>
    <w:rsid w:val="003F5BA3"/>
    <w:rsid w:val="00401EAE"/>
    <w:rsid w:val="00410D80"/>
    <w:rsid w:val="00410F9B"/>
    <w:rsid w:val="00415C20"/>
    <w:rsid w:val="00417650"/>
    <w:rsid w:val="00424DE0"/>
    <w:rsid w:val="00427F1F"/>
    <w:rsid w:val="00436AEE"/>
    <w:rsid w:val="00440415"/>
    <w:rsid w:val="00450340"/>
    <w:rsid w:val="00452D06"/>
    <w:rsid w:val="00454DBC"/>
    <w:rsid w:val="00456AFF"/>
    <w:rsid w:val="00462448"/>
    <w:rsid w:val="00475487"/>
    <w:rsid w:val="0049453A"/>
    <w:rsid w:val="00494914"/>
    <w:rsid w:val="004952D3"/>
    <w:rsid w:val="0049628F"/>
    <w:rsid w:val="004A377B"/>
    <w:rsid w:val="004C1831"/>
    <w:rsid w:val="004D1D7A"/>
    <w:rsid w:val="004E31DC"/>
    <w:rsid w:val="004E3949"/>
    <w:rsid w:val="004E3DDD"/>
    <w:rsid w:val="004F19C6"/>
    <w:rsid w:val="004F59B1"/>
    <w:rsid w:val="00500DC5"/>
    <w:rsid w:val="00506080"/>
    <w:rsid w:val="00543A8F"/>
    <w:rsid w:val="005467EB"/>
    <w:rsid w:val="0054682E"/>
    <w:rsid w:val="0056381F"/>
    <w:rsid w:val="00573D01"/>
    <w:rsid w:val="0057497F"/>
    <w:rsid w:val="00574B5D"/>
    <w:rsid w:val="00575A08"/>
    <w:rsid w:val="005876B0"/>
    <w:rsid w:val="00596F95"/>
    <w:rsid w:val="005A0982"/>
    <w:rsid w:val="005A20AD"/>
    <w:rsid w:val="005C00FC"/>
    <w:rsid w:val="005C56EF"/>
    <w:rsid w:val="005E6A07"/>
    <w:rsid w:val="005F00C3"/>
    <w:rsid w:val="00615190"/>
    <w:rsid w:val="006163B5"/>
    <w:rsid w:val="00621DA1"/>
    <w:rsid w:val="0063730D"/>
    <w:rsid w:val="006460A9"/>
    <w:rsid w:val="00647C17"/>
    <w:rsid w:val="00652B98"/>
    <w:rsid w:val="00666DA9"/>
    <w:rsid w:val="00670FF4"/>
    <w:rsid w:val="006743BE"/>
    <w:rsid w:val="00683462"/>
    <w:rsid w:val="00690344"/>
    <w:rsid w:val="00692C51"/>
    <w:rsid w:val="00694D51"/>
    <w:rsid w:val="006977C4"/>
    <w:rsid w:val="006A5C6B"/>
    <w:rsid w:val="006B560E"/>
    <w:rsid w:val="006C5A9C"/>
    <w:rsid w:val="006D78AD"/>
    <w:rsid w:val="006E3C9A"/>
    <w:rsid w:val="006F515F"/>
    <w:rsid w:val="00711FFC"/>
    <w:rsid w:val="00713FF6"/>
    <w:rsid w:val="00716EEB"/>
    <w:rsid w:val="007278F3"/>
    <w:rsid w:val="00733392"/>
    <w:rsid w:val="00740083"/>
    <w:rsid w:val="0074206B"/>
    <w:rsid w:val="0074521A"/>
    <w:rsid w:val="0075107A"/>
    <w:rsid w:val="007571D9"/>
    <w:rsid w:val="00760144"/>
    <w:rsid w:val="00765F8A"/>
    <w:rsid w:val="0077606A"/>
    <w:rsid w:val="00780DE5"/>
    <w:rsid w:val="00782662"/>
    <w:rsid w:val="00783449"/>
    <w:rsid w:val="00791451"/>
    <w:rsid w:val="00796D1C"/>
    <w:rsid w:val="007B399A"/>
    <w:rsid w:val="007B4C84"/>
    <w:rsid w:val="007B55F8"/>
    <w:rsid w:val="007C0EF0"/>
    <w:rsid w:val="007C1B99"/>
    <w:rsid w:val="007C1DE5"/>
    <w:rsid w:val="007C3CC1"/>
    <w:rsid w:val="007D5842"/>
    <w:rsid w:val="007D6FFE"/>
    <w:rsid w:val="007D7986"/>
    <w:rsid w:val="007D7DBD"/>
    <w:rsid w:val="007E0096"/>
    <w:rsid w:val="007F32B8"/>
    <w:rsid w:val="00806C94"/>
    <w:rsid w:val="008157FF"/>
    <w:rsid w:val="00815FF3"/>
    <w:rsid w:val="0082626C"/>
    <w:rsid w:val="0084370F"/>
    <w:rsid w:val="00843776"/>
    <w:rsid w:val="00844AC9"/>
    <w:rsid w:val="00847104"/>
    <w:rsid w:val="00853E9D"/>
    <w:rsid w:val="00871C92"/>
    <w:rsid w:val="0087285D"/>
    <w:rsid w:val="00872F90"/>
    <w:rsid w:val="0087465C"/>
    <w:rsid w:val="00894583"/>
    <w:rsid w:val="008A044E"/>
    <w:rsid w:val="008B3909"/>
    <w:rsid w:val="008D5874"/>
    <w:rsid w:val="008D5B6B"/>
    <w:rsid w:val="008E3480"/>
    <w:rsid w:val="008F02DB"/>
    <w:rsid w:val="00910B93"/>
    <w:rsid w:val="009147F3"/>
    <w:rsid w:val="0091771A"/>
    <w:rsid w:val="00920512"/>
    <w:rsid w:val="009212F7"/>
    <w:rsid w:val="00925200"/>
    <w:rsid w:val="00925B16"/>
    <w:rsid w:val="00934B2F"/>
    <w:rsid w:val="009465DD"/>
    <w:rsid w:val="00971F13"/>
    <w:rsid w:val="0097228E"/>
    <w:rsid w:val="00983E1E"/>
    <w:rsid w:val="009A120C"/>
    <w:rsid w:val="009A5683"/>
    <w:rsid w:val="009A5A76"/>
    <w:rsid w:val="009A7E31"/>
    <w:rsid w:val="009A7EB7"/>
    <w:rsid w:val="009B1DC4"/>
    <w:rsid w:val="009B47D2"/>
    <w:rsid w:val="009C450E"/>
    <w:rsid w:val="009C659C"/>
    <w:rsid w:val="009C7AFF"/>
    <w:rsid w:val="009D0060"/>
    <w:rsid w:val="009D0F8E"/>
    <w:rsid w:val="009D2555"/>
    <w:rsid w:val="009D4C1B"/>
    <w:rsid w:val="009E4C13"/>
    <w:rsid w:val="009F07BA"/>
    <w:rsid w:val="009F3AB2"/>
    <w:rsid w:val="009F43D5"/>
    <w:rsid w:val="009F5E32"/>
    <w:rsid w:val="00A001AA"/>
    <w:rsid w:val="00A04C70"/>
    <w:rsid w:val="00A04EBF"/>
    <w:rsid w:val="00A10C5D"/>
    <w:rsid w:val="00A20A59"/>
    <w:rsid w:val="00A25090"/>
    <w:rsid w:val="00A26103"/>
    <w:rsid w:val="00A27F71"/>
    <w:rsid w:val="00A351A6"/>
    <w:rsid w:val="00A41A9D"/>
    <w:rsid w:val="00A55E43"/>
    <w:rsid w:val="00A70EC6"/>
    <w:rsid w:val="00A7454F"/>
    <w:rsid w:val="00AA5AA6"/>
    <w:rsid w:val="00AC23E1"/>
    <w:rsid w:val="00AC2F23"/>
    <w:rsid w:val="00AC308A"/>
    <w:rsid w:val="00AD4641"/>
    <w:rsid w:val="00AE0496"/>
    <w:rsid w:val="00AF11B8"/>
    <w:rsid w:val="00B05424"/>
    <w:rsid w:val="00B05762"/>
    <w:rsid w:val="00B135A0"/>
    <w:rsid w:val="00B27A15"/>
    <w:rsid w:val="00B3125D"/>
    <w:rsid w:val="00B329EC"/>
    <w:rsid w:val="00B35D08"/>
    <w:rsid w:val="00B50D63"/>
    <w:rsid w:val="00B543DE"/>
    <w:rsid w:val="00B7597D"/>
    <w:rsid w:val="00B7602F"/>
    <w:rsid w:val="00B7634A"/>
    <w:rsid w:val="00B862ED"/>
    <w:rsid w:val="00B97BB1"/>
    <w:rsid w:val="00BA100D"/>
    <w:rsid w:val="00BA4330"/>
    <w:rsid w:val="00BA4862"/>
    <w:rsid w:val="00BA5D87"/>
    <w:rsid w:val="00BB1021"/>
    <w:rsid w:val="00BB1417"/>
    <w:rsid w:val="00BB24F6"/>
    <w:rsid w:val="00BC32CD"/>
    <w:rsid w:val="00BC37D4"/>
    <w:rsid w:val="00BD13A7"/>
    <w:rsid w:val="00BE6D70"/>
    <w:rsid w:val="00BF5945"/>
    <w:rsid w:val="00C00934"/>
    <w:rsid w:val="00C032F6"/>
    <w:rsid w:val="00C050F0"/>
    <w:rsid w:val="00C11F14"/>
    <w:rsid w:val="00C13976"/>
    <w:rsid w:val="00C33A33"/>
    <w:rsid w:val="00C35629"/>
    <w:rsid w:val="00C35CFB"/>
    <w:rsid w:val="00C40B73"/>
    <w:rsid w:val="00C4362B"/>
    <w:rsid w:val="00C46165"/>
    <w:rsid w:val="00C467D0"/>
    <w:rsid w:val="00C51F3D"/>
    <w:rsid w:val="00C522CA"/>
    <w:rsid w:val="00C64F80"/>
    <w:rsid w:val="00C7319E"/>
    <w:rsid w:val="00C73EDA"/>
    <w:rsid w:val="00C73FD2"/>
    <w:rsid w:val="00C77E27"/>
    <w:rsid w:val="00C83314"/>
    <w:rsid w:val="00CA6F9E"/>
    <w:rsid w:val="00CB1E5D"/>
    <w:rsid w:val="00CC04FF"/>
    <w:rsid w:val="00CC11D2"/>
    <w:rsid w:val="00CC764B"/>
    <w:rsid w:val="00CF05A6"/>
    <w:rsid w:val="00CF6083"/>
    <w:rsid w:val="00CF67A8"/>
    <w:rsid w:val="00CF7810"/>
    <w:rsid w:val="00D043DB"/>
    <w:rsid w:val="00D0778D"/>
    <w:rsid w:val="00D14DDD"/>
    <w:rsid w:val="00D22C5D"/>
    <w:rsid w:val="00D235F1"/>
    <w:rsid w:val="00D46DEB"/>
    <w:rsid w:val="00D60FCF"/>
    <w:rsid w:val="00D70443"/>
    <w:rsid w:val="00D74529"/>
    <w:rsid w:val="00D774FA"/>
    <w:rsid w:val="00D81EF7"/>
    <w:rsid w:val="00D91B5F"/>
    <w:rsid w:val="00DB69E1"/>
    <w:rsid w:val="00DC1168"/>
    <w:rsid w:val="00DC237A"/>
    <w:rsid w:val="00DD1337"/>
    <w:rsid w:val="00DE4B07"/>
    <w:rsid w:val="00E12E4C"/>
    <w:rsid w:val="00E15751"/>
    <w:rsid w:val="00E16D96"/>
    <w:rsid w:val="00E1793D"/>
    <w:rsid w:val="00E22A42"/>
    <w:rsid w:val="00E26388"/>
    <w:rsid w:val="00E41EBA"/>
    <w:rsid w:val="00E47EB0"/>
    <w:rsid w:val="00E54C16"/>
    <w:rsid w:val="00E571A2"/>
    <w:rsid w:val="00E60190"/>
    <w:rsid w:val="00E66AFE"/>
    <w:rsid w:val="00E84461"/>
    <w:rsid w:val="00E87666"/>
    <w:rsid w:val="00E90B04"/>
    <w:rsid w:val="00E9435A"/>
    <w:rsid w:val="00E97A56"/>
    <w:rsid w:val="00EC2FE0"/>
    <w:rsid w:val="00EC6D7A"/>
    <w:rsid w:val="00EE6F03"/>
    <w:rsid w:val="00EE7216"/>
    <w:rsid w:val="00EF0D0F"/>
    <w:rsid w:val="00EF6E29"/>
    <w:rsid w:val="00F116A9"/>
    <w:rsid w:val="00F14B5F"/>
    <w:rsid w:val="00F163CE"/>
    <w:rsid w:val="00F278F7"/>
    <w:rsid w:val="00F334E5"/>
    <w:rsid w:val="00F43C08"/>
    <w:rsid w:val="00F47AAB"/>
    <w:rsid w:val="00F47D48"/>
    <w:rsid w:val="00F51322"/>
    <w:rsid w:val="00F54AB4"/>
    <w:rsid w:val="00F616B5"/>
    <w:rsid w:val="00F7042C"/>
    <w:rsid w:val="00F745E8"/>
    <w:rsid w:val="00F8259B"/>
    <w:rsid w:val="00F82789"/>
    <w:rsid w:val="00F836AD"/>
    <w:rsid w:val="00F84EFB"/>
    <w:rsid w:val="00F90C04"/>
    <w:rsid w:val="00F92CF3"/>
    <w:rsid w:val="00FB59F4"/>
    <w:rsid w:val="00FD28BA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19E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7319E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319E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7319E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7319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C7319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7319E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C7319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C7319E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7319E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C7319E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C7319E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C7319E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C7319E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C7319E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C7319E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C7319E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C731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C7319E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C7319E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C7319E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C7319E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C7319E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C7319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C7319E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C7319E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C7319E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C7319E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C7319E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C7319E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3FFF-AA6F-4FC5-BE83-33352652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61</TotalTime>
  <Pages>3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62</cp:revision>
  <dcterms:created xsi:type="dcterms:W3CDTF">2023-06-08T13:46:00Z</dcterms:created>
  <dcterms:modified xsi:type="dcterms:W3CDTF">2023-08-08T13:28:00Z</dcterms:modified>
</cp:coreProperties>
</file>